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B0556" w14:textId="77777777" w:rsidR="00937411" w:rsidRPr="00937411" w:rsidRDefault="00937411" w:rsidP="0093741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3741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SARS-CoV-2/human/USA/FL-CDC-STM-3W94DJ4M8/2022, complete genome</w:t>
      </w:r>
    </w:p>
    <w:p w14:paraId="309887DD" w14:textId="77777777" w:rsidR="00937411" w:rsidRPr="00937411" w:rsidRDefault="00937411" w:rsidP="0093741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t>GenBank: ON039239.1</w:t>
      </w:r>
    </w:p>
    <w:p w14:paraId="66A0F808" w14:textId="77777777" w:rsidR="00937411" w:rsidRPr="00937411" w:rsidRDefault="00937411" w:rsidP="0093741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"https://www.ncbi.nlm.nih.gov/nuccore/ON039239.1?report=fasta" </w:instrText>
      </w:r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3741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"https://www.ncbi.nlm.nih.gov/nuccore/ON039239.1?report=graph" </w:instrText>
      </w:r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3741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39239.1"/>
    <w:bookmarkEnd w:id="1"/>
    <w:p w14:paraId="48584770" w14:textId="77777777" w:rsidR="00937411" w:rsidRPr="00937411" w:rsidRDefault="00937411" w:rsidP="0093741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"https://www.ncbi.nlm.nih.gov/nuccore/ON039239.1" \l "goto2210565869_0" </w:instrText>
      </w:r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3741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3741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DB9692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LOCUS       ON039239               29873 bp    RNA     linear   VRL 22-MAR-2022</w:t>
      </w:r>
    </w:p>
    <w:p w14:paraId="4D04ED3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10D393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SARS-CoV-2/human/USA/FL-CDC-STM-3W94DJ4M8/2022, complete genome.</w:t>
      </w:r>
    </w:p>
    <w:p w14:paraId="0358AB7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ACCESSION   ON039239</w:t>
      </w:r>
    </w:p>
    <w:p w14:paraId="7BB73F8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VERSION     ON039239.1</w:t>
      </w:r>
    </w:p>
    <w:p w14:paraId="400C566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5BE17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"https://www.ncbi.nlm.nih.gov/biosample/SAMN26858389"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SAMN26858389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3E5A4F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BF57E0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3F1A40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82E31D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F3B508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18D778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B2F552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29873)</w:t>
      </w:r>
    </w:p>
    <w:p w14:paraId="31E199B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6D313A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AA6493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3853580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70652CA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470002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7C1C1A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29873)</w:t>
      </w:r>
    </w:p>
    <w:p w14:paraId="2F2E675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23FB91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1ABA50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30E7E8C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4BDAA45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DE074D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(22-MAR-2022) Respiratory Viruses Branch, Division of</w:t>
      </w:r>
    </w:p>
    <w:p w14:paraId="46EFACB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3C1699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DFD2E9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39239.1"/>
      <w:bookmarkEnd w:id="2"/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4F0EAD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klados-fastagenerator-3.1.0</w:t>
      </w:r>
    </w:p>
    <w:p w14:paraId="396EE6D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6E9BB08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5D0421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39239.1"/>
      <w:bookmarkEnd w:id="3"/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1849A1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1..29873</w:t>
      </w:r>
    </w:p>
    <w:p w14:paraId="57192CF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BDFD9A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5AE992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635C51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/isolate="SARS-CoV-2/human/USA/FL-CDC-STM-3W94DJ4M8/2022"</w:t>
      </w:r>
    </w:p>
    <w:p w14:paraId="77D689A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7C6B890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474EF1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062B7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68BD43D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/collection_date="2022-03-08"</w:t>
      </w:r>
    </w:p>
    <w:p w14:paraId="3FE0C5B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"https://www.ncbi.nlm.nih.gov/nuccore/ON039239.1?from=266&amp;to=21543"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266..21543</w:t>
      </w:r>
    </w:p>
    <w:p w14:paraId="2D0D7D7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3B18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"https://www.ncbi.nlm.nih.gov/nuccore/ON039239.1?location=266:13456,13456:21543"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join(266..13456,13456..21543)</w:t>
      </w:r>
    </w:p>
    <w:p w14:paraId="320E335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D4DD3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23822F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A1FAE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722567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"https://www.ncbi.nlm.nih.gov/protein/2210565870"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UNN69557.1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5BED1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0A29D3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975FA0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E04ECF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E03186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7CBA6B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AC8AEE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FE997C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F705CF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AA9DD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075E02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5240D1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317AAB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DFCE32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9A3439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765757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A5910B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5E2B07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499A93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5FD7BD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884F7A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01D372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5BDAA91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E94C45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C3D55A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80B16D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C77508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858330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AA9E53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2CC254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CBE357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816AE1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9216C3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2424FB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4F97E2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6A0B2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3B386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FEFA1B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71B88E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ASMPTTIAKNTVKSVGKFCLEASLNYLKSPNFSKLINIIIWFLLLSVCLGSLIYSTAA</w:t>
      </w:r>
    </w:p>
    <w:p w14:paraId="165ED75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F77CF8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261BE0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WLIINLVQMAPISAMVRMYVFFASFYYVWKSYVHVVDGCNSSTCMMCYKRNRATRVEC</w:t>
      </w:r>
    </w:p>
    <w:p w14:paraId="3AC48ED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1A824E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A9C42C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7BAA11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DC3A0A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4F860E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7AA0CD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1BB007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E0E0B8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BDD37A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0ABB91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6E8512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97E9FB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9C2C33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FC7FF9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6A5A2F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B6AC14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985231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3A138C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B0CD07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5A61D5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0C0E16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6294393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B638BB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4F3765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B0FF4D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E30EB5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5C25A6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C11FDE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94739E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C850D5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75E765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DEE9B1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5C0464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C55D15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34DAB0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5A65DD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A6AF37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40A3D7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7E420D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5CDD86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4F4265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56F843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22F023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074336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4E5885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4ACE7E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849180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72C9F1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5DFEC3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A755F3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3D33A3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96C48E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A34F33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C62B0F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12C9BF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769676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1B14F4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A3B6E1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4FA9E8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DA1644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3910EE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EF65BC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C2CF98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446C938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4641E0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FDFA0D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129625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BADA8F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0373ED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273237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6243FC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7AFB44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AA49CE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823325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94EFBD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6201E7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93E111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D21EF2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9E1730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907B48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7A5941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"https://www.ncbi.nlm.nih.gov/protein/UNN69557.1?from=1&amp;to=180"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262EB8D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7576B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A57C17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"https://www.ncbi.nlm.nih.gov/protein/UNN69557.1?from=181&amp;to=818"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73A6BA0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3C057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FAAC5E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"https://www.ncbi.nlm.nih.gov/protein/UNN69557.1?from=819&amp;to=2762"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15770BA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7E71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39C8E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"https://www.ncbi.nlm.nih.gov/protein/UNN69557.1?from=2763&amp;to=3262"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10DE2F4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C9527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46DB9F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"https://www.ncbi.nlm.nih.gov/protein/UNN69557.1?from=3263&amp;to=3568"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6083C93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CB1B5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CE3F88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"https://www.ncbi.nlm.nih.gov/protein/UNN69557.1?from=3569&amp;to=3855"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70C2F1F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C897A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76E80C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"https://www.ncbi.nlm.nih.gov/protein/UNN69557.1?from=3856&amp;to=3938"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354EA14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8E8CA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BB6F27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"https://www.ncbi.nlm.nih.gov/protein/UNN69557.1?from=3939&amp;to=4136"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0481ABB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A58F2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372343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"https://www.ncbi.nlm.nih.gov/protein/UNN69557.1?from=4137&amp;to=4249"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5F4AA84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278F4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EAF7F1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"https://www.ncbi.nlm.nih.gov/protein/UNN69557.1?from=4250&amp;to=4388"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0DAA697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9D069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C11F10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"https://www.ncbi.nlm.nih.gov/protein/UNN69557.1?from=4389&amp;to=5320"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join(13430..13456,13456..16224)</w:t>
      </w:r>
    </w:p>
    <w:p w14:paraId="0759235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AC98B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56A95F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"https://www.ncbi.nlm.nih.gov/protein/UNN69557.1?from=5321&amp;to=5921"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16225..18027</w:t>
      </w:r>
    </w:p>
    <w:p w14:paraId="7508128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BAAD5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197B6C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"https://www.ncbi.nlm.nih.gov/protein/UNN69557.1?from=5922&amp;to=6448"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18028..19608</w:t>
      </w:r>
    </w:p>
    <w:p w14:paraId="344C76B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72422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E62014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"https://www.ncbi.nlm.nih.gov/protein/UNN69557.1?from=6449&amp;to=6794"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19609..20646</w:t>
      </w:r>
    </w:p>
    <w:p w14:paraId="70D77D6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F36B6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66C403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"https://www.ncbi.nlm.nih.gov/protein/UNN69557.1?from=6795&amp;to=7092"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20647..21540</w:t>
      </w:r>
    </w:p>
    <w:p w14:paraId="71E9144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BB3FB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B87D5D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"https://www.ncbi.nlm.nih.gov/nuccore/ON039239.1?from=266&amp;to=13471"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266..13471</w:t>
      </w:r>
    </w:p>
    <w:p w14:paraId="3523D08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03BE0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9F185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E74D79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"https://www.ncbi.nlm.nih.gov/protein/2210565871"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UNN69558.1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7F482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4FF853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9A562C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8CBF63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3B1681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7F3C2A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D7E66C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539439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0E3089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0CE6C8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A26CD7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DA6143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76204A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658DF6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A806B0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B9602B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4F3225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6E7920B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7EA219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C18895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459610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3EC8A5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483C69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E66049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ACAF31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6DD8CB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C6BC82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DEB710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C5C6EC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113134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3D740B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3DB8A7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85C087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DBCB1A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AF7AB3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A6FE6C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1F5F21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354DEA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9EF84E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ASMPTTIAKNTVKSVGKFCLEASLNYLKSPNFSKLINIIIWFLLLSVCLGSLIYSTAA</w:t>
      </w:r>
    </w:p>
    <w:p w14:paraId="64C9E3D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0366DB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31D0C8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WLIINLVQMAPISAMVRMYVFFASFYYVWKSYVHVVDGCNSSTCMMCYKRNRATRVEC</w:t>
      </w:r>
    </w:p>
    <w:p w14:paraId="7C76969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C7B3EB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F22176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9E875F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601D99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0049E4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C38639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A510C8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25AF9E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732D33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3DE925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CA102E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7F81B1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434721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B0A88D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E2FA24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4723EC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6DDF848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2ED05C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A03037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0A8250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DA2282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0EA740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D72C62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7289F2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C6F9FD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1531BA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C58798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93C3D0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6FD82A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68AA73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03E0C0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760259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E8FACE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8EA2FC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B38C9A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"https://www.ncbi.nlm.nih.gov/protein/UNN69558.1?from=1&amp;to=180"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5C9CE10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7105A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FF2E88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"https://www.ncbi.nlm.nih.gov/protein/UNN69558.1?from=181&amp;to=818"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34CE7AF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5081B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B8C37F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"https://www.ncbi.nlm.nih.gov/protein/UNN69558.1?from=819&amp;to=2762"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2D4C08D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FB576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D55C31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"https://www.ncbi.nlm.nih.gov/protein/UNN69558.1?from=2763&amp;to=3262"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1E2A490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40A58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61AFBE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"https://www.ncbi.nlm.nih.gov/protein/UNN69558.1?from=3263&amp;to=3568"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343F31F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6D01D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BED3E0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"https://www.ncbi.nlm.nih.gov/protein/UNN69558.1?from=3569&amp;to=3855"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4772263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07C8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C26D0A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"https://www.ncbi.nlm.nih.gov/protein/UNN69558.1?from=3856&amp;to=3938"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381FE06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EFA74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F137E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"https://www.ncbi.nlm.nih.gov/protein/UNN69558.1?from=3939&amp;to=4136"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75FB062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276FC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15F7803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"https://www.ncbi.nlm.nih.gov/protein/UNN69558.1?from=4137&amp;to=4249"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52FE281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5545C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630FC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"https://www.ncbi.nlm.nih.gov/protein/UNN69558.1?from=4250&amp;to=4388"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2061248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C323B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E3DE0B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"https://www.ncbi.nlm.nih.gov/protein/UNN69558.1?from=4389&amp;to=4401"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13430..13468</w:t>
      </w:r>
    </w:p>
    <w:p w14:paraId="06E1F5D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A1FA0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20190B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"https://www.ncbi.nlm.nih.gov/nuccore/ON039239.1?from=13464&amp;to=13491"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13464..13491</w:t>
      </w:r>
    </w:p>
    <w:p w14:paraId="211ABDB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EBDBA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856AA4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FCE3A8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"https://www.ncbi.nlm.nih.gov/nuccore/ON039239.1?from=13476&amp;to=13530"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13476..13530</w:t>
      </w:r>
    </w:p>
    <w:p w14:paraId="25A75E3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D6982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39916F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313F8E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"https://www.ncbi.nlm.nih.gov/nuccore/ON039239.1?from=21551&amp;to=25363"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21551..25363</w:t>
      </w:r>
    </w:p>
    <w:p w14:paraId="3040553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12DC2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"https://www.ncbi.nlm.nih.gov/nuccore/ON039239.1?from=21551&amp;to=25363"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21551..25363</w:t>
      </w:r>
    </w:p>
    <w:p w14:paraId="0194B09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047645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E0AB5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F199F6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"https://www.ncbi.nlm.nih.gov/protein/2210565872"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UNN69559.1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048C0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A7DCEE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7782BC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833FDF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DA26E4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B6E790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826FC4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AAA1D9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B3E213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RLFRKSNLKPFERDISTEIYQAGNTPCNGVAGFNCYFPLRSYSFRPTYGVGHQPYRVV</w:t>
      </w:r>
    </w:p>
    <w:p w14:paraId="798D226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66CD68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86FCE0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440484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1217BD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C9811B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0EB641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16B369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91B460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365B6E3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C9EFEE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AA4D69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0C9BC4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648733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479D2A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"https://www.ncbi.nlm.nih.gov/nuccore/ON039239.1?from=25372&amp;to=26199"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25372..26199</w:t>
      </w:r>
    </w:p>
    <w:p w14:paraId="10928B2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0F081F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"https://www.ncbi.nlm.nih.gov/nuccore/ON039239.1?from=25372&amp;to=26199"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25372..26199</w:t>
      </w:r>
    </w:p>
    <w:p w14:paraId="05B7198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C5A40D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76E6F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587E15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"https://www.ncbi.nlm.nih.gov/protein/2210565873"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UNN69560.1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DD466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BE308A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FCEE43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F155EF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1E89C1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3B91C4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"https://www.ncbi.nlm.nih.gov/nuccore/ON039239.1?from=26224&amp;to=26451"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26224..26451</w:t>
      </w:r>
    </w:p>
    <w:p w14:paraId="4F7FE98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92DB56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"https://www.ncbi.nlm.nih.gov/nuccore/ON039239.1?from=26224&amp;to=26451"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26224..26451</w:t>
      </w:r>
    </w:p>
    <w:p w14:paraId="6996264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0488D8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6A2BF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624835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"https://www.ncbi.nlm.nih.gov/protein/2210565874"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UNN69561.1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D02CD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A55652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916B80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"https://www.ncbi.nlm.nih.gov/nuccore/ON039239.1?from=26502&amp;to=27170"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26502..27170</w:t>
      </w:r>
    </w:p>
    <w:p w14:paraId="379FA2C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233FD1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"https://www.ncbi.nlm.nih.gov/nuccore/ON039239.1?from=26502&amp;to=27170"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26502..27170</w:t>
      </w:r>
    </w:p>
    <w:p w14:paraId="1F81249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8646D8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CB7E6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CBD40D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"https://www.ncbi.nlm.nih.gov/protein/2210565875"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UNN69562.1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6E131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0DFF52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ACDE80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84A902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F88486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A4EB8B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"https://www.ncbi.nlm.nih.gov/nuccore/ON039239.1?from=27181&amp;to=27366"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27181..27366</w:t>
      </w:r>
    </w:p>
    <w:p w14:paraId="7912074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3ADCF6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"https://www.ncbi.nlm.nih.gov/nuccore/ON039239.1?from=27181&amp;to=27366"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27181..27366</w:t>
      </w:r>
    </w:p>
    <w:p w14:paraId="7DF9E36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7695C97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5F05E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771DB1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"https://www.ncbi.nlm.nih.gov/protein/2210565876"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UNN69563.1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EDC98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E5A372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601F86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"https://www.ncbi.nlm.nih.gov/nuccore/ON039239.1?from=27373&amp;to=27738"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27373..27738</w:t>
      </w:r>
    </w:p>
    <w:p w14:paraId="24A46F1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34600F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"https://www.ncbi.nlm.nih.gov/nuccore/ON039239.1?from=27373&amp;to=27738"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27373..27738</w:t>
      </w:r>
    </w:p>
    <w:p w14:paraId="3F9F23F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733DC0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8DBB5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758993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"https://www.ncbi.nlm.nih.gov/protein/2210565877"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UNN69564.1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FA13F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0DCCDC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1CF76F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F134DC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"https://www.ncbi.nlm.nih.gov/nuccore/ON039239.1?from=27735&amp;to=27866"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27735..27866</w:t>
      </w:r>
    </w:p>
    <w:p w14:paraId="329C7F2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8C7A2B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"https://www.ncbi.nlm.nih.gov/nuccore/ON039239.1?from=27735&amp;to=27866"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27735..27866</w:t>
      </w:r>
    </w:p>
    <w:p w14:paraId="5DB8FC6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B7B35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66F13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E41573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"https://www.ncbi.nlm.nih.gov/protein/2210565878"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UNN69565.1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BC0A0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7D9DD6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"https://www.ncbi.nlm.nih.gov/nuccore/ON039239.1?from=27873&amp;to=28238"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27873..28238</w:t>
      </w:r>
    </w:p>
    <w:p w14:paraId="0C10767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E9E75B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"https://www.ncbi.nlm.nih.gov/nuccore/ON039239.1?from=27873&amp;to=28238"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27873..28238</w:t>
      </w:r>
    </w:p>
    <w:p w14:paraId="50170BA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F26F09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E8B26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111530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"https://www.ncbi.nlm.nih.gov/protein/2210565879"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UNN69566.1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AA976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B7DE5F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7EBFA8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2F6DB5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"https://www.ncbi.nlm.nih.gov/nuccore/ON039239.1?from=28253&amp;to=29503"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28253..29503</w:t>
      </w:r>
    </w:p>
    <w:p w14:paraId="734991B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66FB2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"https://www.ncbi.nlm.nih.gov/nuccore/ON039239.1?from=28253&amp;to=29503"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28253..29503</w:t>
      </w:r>
    </w:p>
    <w:p w14:paraId="51BE0ED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34D0C4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DBD68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5C1ECB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"https://www.ncbi.nlm.nih.gov/protein/2210565880"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UNN69567.1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A3C42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4A926E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6845FC7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FF3B3A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33F032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367C21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E8D893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6D5671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3E1612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"https://www.ncbi.nlm.nih.gov/nuccore/ON039239.1?from=29528&amp;to=29644"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29528..29644</w:t>
      </w:r>
    </w:p>
    <w:p w14:paraId="4858258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A46D2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"https://www.ncbi.nlm.nih.gov/nuccore/ON039239.1?from=29528&amp;to=29644"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29528..29644</w:t>
      </w:r>
    </w:p>
    <w:p w14:paraId="56FC6B7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B3056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E3061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26DEA7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"https://www.ncbi.nlm.nih.gov/protein/2210565881"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UNN69568.1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C7A02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E58E83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"https://www.ncbi.nlm.nih.gov/nuccore/ON039239.1?from=29579&amp;to=29614"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29579..29614</w:t>
      </w:r>
    </w:p>
    <w:p w14:paraId="53D1683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397BE7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F73268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"https://www.ncbi.nlm.nih.gov/nuccore/ON039239.1?from=29599&amp;to=29627"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29599..29627</w:t>
      </w:r>
    </w:p>
    <w:p w14:paraId="4F99416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6F407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80927F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"https://www.ncbi.nlm.nih.gov/nuccore/ON039239.1?from=29698&amp;to=29738" </w:instrTex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3741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29698..29738</w:t>
      </w:r>
    </w:p>
    <w:p w14:paraId="724E150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88A7F0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437C0D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39239.1"/>
      <w:bookmarkEnd w:id="4"/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tttcgatctc ttgtagatct</w:t>
      </w:r>
    </w:p>
    <w:p w14:paraId="59EE437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249EDEA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7DD0B63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4AEC088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5C0F9F5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5E61DD2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6B6EBCC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124CBEF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2546C4B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26F4DEF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1B1B998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tggccatagt tacggcgccg atctaaagtc atttgactta ggcgacgagc ttggcactga</w:t>
      </w:r>
    </w:p>
    <w:p w14:paraId="0CDEA9E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55293AD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29C42DB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661AA1D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26C09A1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45E33E8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39E30F1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ttttgtattt cccttaaatt ccataatcaa gactattcaa ccaagggttg aaaagaaaaa</w:t>
      </w:r>
    </w:p>
    <w:p w14:paraId="56C6F93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2A528EB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3C3ABC8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345E848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290EAC1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32EDF7E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6E4B4BA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59A31CF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619BFA8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37E757C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41201AE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07B4078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20926F9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2CCF8C4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3145883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53885D1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3167CF1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767F69E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110DF17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5EF577D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0A04290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5CA615C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6A9D79C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tctaaaagct ccaaaagaaa ttatcttctt agagggagaa acacttccca cagaagtgtt</w:t>
      </w:r>
    </w:p>
    <w:p w14:paraId="3654EFD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7382590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6A9D814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3774B19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12CDEE4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tgaatatcac ttttgaactt gatgaaagga ttgataaagt</w:t>
      </w:r>
    </w:p>
    <w:p w14:paraId="013B26B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aggtgctctg cctatacagt tgaactcggt acagaagtaa atgagttcgc</w:t>
      </w:r>
    </w:p>
    <w:p w14:paraId="5549C75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0A708A8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1A7E438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78F0F1D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4E7A017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39964B8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55DB6C9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5DE1460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26475ED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1B0E4D1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0EAFAC1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046AC90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0FAFBC8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acactgtctt catgttgtcg gcccaaatgt taacaaaggt gaagacattc aacttcttaa</w:t>
      </w:r>
    </w:p>
    <w:p w14:paraId="63DF975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13BD2BA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5B40CA6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5FA2EE9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08A7469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144C93E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58D2FED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3186D2C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1C51B66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gctggtggca ctactgaaat</w:t>
      </w:r>
    </w:p>
    <w:p w14:paraId="05CF3C2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7A444B0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28FE829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cttttacatt ctaccatcta ttatctctaa tgagaagcaa gaaattcttg gaactgtttc</w:t>
      </w:r>
    </w:p>
    <w:p w14:paraId="46E3AB7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27352C2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3DEB91A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1140C54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7CDD4BC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50B0C4F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28822B0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24B879F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542BBFD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2D6B5D0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0ADD42D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655A15C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4C01A3A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75EFC78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0AC791E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2534A2A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6F51D8A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gaagcggcta acttttgtgc</w:t>
      </w:r>
    </w:p>
    <w:p w14:paraId="31F1910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1B54A37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190FC66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0D3A28E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0B40834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44F8442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035C845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0F4C9E3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095F9EA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3456E06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03EBF14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0D937E5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6E63AC9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aagagagctt aaagttacat ttttccctga cttaaatggt gatgtggtgg ctattgatta</w:t>
      </w:r>
    </w:p>
    <w:p w14:paraId="00E22CC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7FDB854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2394281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05D1F98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635F8D3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63B9152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tataaaaatt acagaagagg ttggccacac</w:t>
      </w:r>
    </w:p>
    <w:p w14:paraId="4E6E40E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76BCCAC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atctagagta ttaggtttga aaacccttgc tactcatggt ttagctgctg ttaatagtgt</w:t>
      </w:r>
    </w:p>
    <w:p w14:paraId="43BC7E4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aacaaagttg ttagtacaac</w:t>
      </w:r>
    </w:p>
    <w:p w14:paraId="31461E6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6A09F5E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1B2B11C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tatgccgact actatagcaa agaatactgt taagagtgtc ggtaaatttt gtctagaggc</w:t>
      </w:r>
    </w:p>
    <w:p w14:paraId="5E56EDD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ttcacttaat tatttgaagt cacctaattt ttctaaactg ataaatatta taatttggtt</w:t>
      </w:r>
    </w:p>
    <w:p w14:paraId="47EF416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40ADB0C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6264061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324A1F2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609A1EF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13A2D6F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691E083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402E063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gtacgtcttc tttgcatcat tttattatgt</w:t>
      </w:r>
    </w:p>
    <w:p w14:paraId="40B041F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44DF9B7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515BEBF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4E77298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4C80397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6E2970E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46DC621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0FAC246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59FCB27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4E58856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3501D2E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22039FC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0015B5A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tatttcagca gctcggcaag ggtttgttga ttcagatgta gaaactaaag atgttgttga</w:t>
      </w:r>
    </w:p>
    <w:p w14:paraId="5BE6235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26E623B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65F3D3B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cacaacatta ctttgatatg</w:t>
      </w:r>
    </w:p>
    <w:p w14:paraId="560D862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5FE0068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3067D8D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tgtaacaaca aagatagcac ttaagggtgg taaaattgtt aataattggt tgaagcagtt</w:t>
      </w:r>
    </w:p>
    <w:p w14:paraId="1AF586F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aattaaagtt acacttgtgt tcctttttgt tgctgctatt ttctatttaa taacacctgt</w:t>
      </w:r>
    </w:p>
    <w:p w14:paraId="5848998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tcatgtcatg tctaaacata ctgacttttc aagtgaaatc ataggataca aggctattga</w:t>
      </w:r>
    </w:p>
    <w:p w14:paraId="7436FFB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7CFE409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40FFD00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30DC257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0895EAF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taacatctgt tacacaccat caaaacttat agagtacact gactttgcaa catcagcttg</w:t>
      </w:r>
    </w:p>
    <w:p w14:paraId="7A631FE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47CBC08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ctgacacacg</w:t>
      </w:r>
    </w:p>
    <w:p w14:paraId="6EA5CC3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ttatgtgctc atggatggct ctattattca atttcctaac acctaccttg aaggttctgt</w:t>
      </w:r>
    </w:p>
    <w:p w14:paraId="699742C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6AE9912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1D725C3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cttactaata tgtttacacc</w:t>
      </w:r>
    </w:p>
    <w:p w14:paraId="4749465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actaattcaa cctattggtg ctttggacat atcagcatct atagtagctg gtggtattgt</w:t>
      </w:r>
    </w:p>
    <w:p w14:paraId="611C113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agctatcgta gtaacatgcc ttgcctacta ttttatgagg tttagaagag cttttggtga</w:t>
      </w:r>
    </w:p>
    <w:p w14:paraId="0CCDE2E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ctgtactctg</w:t>
      </w:r>
    </w:p>
    <w:p w14:paraId="51872D1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gtttactcat tcttacctgg tgtttattct gttatttact tgtacttgac</w:t>
      </w:r>
    </w:p>
    <w:p w14:paraId="49D9650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3406AF8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7F8918B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4986580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41EB26A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gtgctattac ctcttacgca atataataga tacttagctc tttataataa</w:t>
      </w:r>
    </w:p>
    <w:p w14:paraId="7536E46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55E445E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315AF26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atcacctcag ctgttttgca gagtggtttt agaaaaatgg cattcccatc</w:t>
      </w:r>
    </w:p>
    <w:p w14:paraId="091255C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ttaacggtct</w:t>
      </w:r>
    </w:p>
    <w:p w14:paraId="1F72610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aagacatgct</w:t>
      </w:r>
    </w:p>
    <w:p w14:paraId="0201354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0366395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03B38AB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19DC73F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3959CD3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gaggcacaat ttcactatta agggttcatt ccttaatggt tcatgtggta gtgttggttt</w:t>
      </w:r>
    </w:p>
    <w:p w14:paraId="4522549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511381F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746CBBA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0A683CA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tgctgttata aatggagaca ggtggtttct caatcgattt accacaactc ttaatgactt</w:t>
      </w:r>
    </w:p>
    <w:p w14:paraId="5BECA37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20481EA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09CC509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7E3BC67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5639530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70338D0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tttagtccag agtactcaat ggtctttgtt cttttttttg tatgaaaatg cctttttacc</w:t>
      </w:r>
    </w:p>
    <w:p w14:paraId="04B75DE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ttttgctatg ggtattattg ctatgtctgc ttttgcaatg atgtttgtca aacataagca</w:t>
      </w:r>
    </w:p>
    <w:p w14:paraId="099A3EA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tgcatttctc tgtttgtttt tgttaccttc tcttgccact gtagcttatt ttaatatggt</w:t>
      </w:r>
    </w:p>
    <w:p w14:paraId="7D62A7C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4CCB0A4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ttttaagcta aaagactgtg ttatgtatgc atcagctgta gtgttactaa tccttatgac</w:t>
      </w:r>
    </w:p>
    <w:p w14:paraId="245549C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agcaagaact gtgtatgatg atggtgctag gagagtgtgg acacttatga atgtcttgac</w:t>
      </w:r>
    </w:p>
    <w:p w14:paraId="76FC8C9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actcgtttat aaagtttatt atggtaatgc tttagatcaa gccatttcca tgtgggctct</w:t>
      </w:r>
    </w:p>
    <w:p w14:paraId="51AB791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tataatctct gttacttcta actactcagg tgtagttaca actgtcatgt ttttggccag</w:t>
      </w:r>
    </w:p>
    <w:p w14:paraId="3A52472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aggtgttgtt tttatgtgtg ttgagtattg ccctattttc ttcataactg gtaatacact</w:t>
      </w:r>
    </w:p>
    <w:p w14:paraId="018028B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tcagtgtata atgctagttt attgtttctt aggctatttt tgtacttgtt actttggcct</w:t>
      </w:r>
    </w:p>
    <w:p w14:paraId="2CA6B8E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cttttgttta ctcaaccgct actttagact gactcttggt gtttatgatt acttagtttc</w:t>
      </w:r>
    </w:p>
    <w:p w14:paraId="130FD67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tacacaggag tttagatata tgaattcaca gggactactc ccacccaaga atagcataga</w:t>
      </w:r>
    </w:p>
    <w:p w14:paraId="61A2D40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tgccttcaaa ctcaacatta aattgttggg tgttggtggc aaaccttgta tcaaagtagc</w:t>
      </w:r>
    </w:p>
    <w:p w14:paraId="3EACF55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cactgtacag tctaaaatgt cagatgtaaa gtgcacatca gtagtcttac tctcagtttt</w:t>
      </w:r>
    </w:p>
    <w:p w14:paraId="0C4DA04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gcaacaactc agagtagaat catcatctaa attgtgggct caatgtgtcc agttacacaa</w:t>
      </w:r>
    </w:p>
    <w:p w14:paraId="190B16D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tgacattctc ttagctaaag atactactga agcctttgaa aaaatggttt cactactttc</w:t>
      </w:r>
    </w:p>
    <w:p w14:paraId="5979104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tgttttgctt tccatgcagg gtgctgtaga cataaacaag ctttgtgaag aaatgctgga</w:t>
      </w:r>
    </w:p>
    <w:p w14:paraId="14722E2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caacagggca accttacaag ctatagcctc agagtttagt tcccttccat catatgcagc</w:t>
      </w:r>
    </w:p>
    <w:p w14:paraId="7B61C7D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ttttgctact gctcaagaag cttatgagca ggctgttgct aatggtgatt ctgaagttgt</w:t>
      </w:r>
    </w:p>
    <w:p w14:paraId="713C60F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tcttaaaaag ttgaagaagt ctttgaatgt ggctaaatct gaatttgacc gtgatgcagc</w:t>
      </w:r>
    </w:p>
    <w:p w14:paraId="3461BAA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catgcaacgt aagttggaaa agatggctga tcaagctatg acccaaatgt ataaacaggc</w:t>
      </w:r>
    </w:p>
    <w:p w14:paraId="244366E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tagatctgag gacaagaggg caaaagttac tagtgctatg cagacaatgc ttttcactat</w:t>
      </w:r>
    </w:p>
    <w:p w14:paraId="48D0510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gcttagaaag ttggataatg atgcactcaa caacattatc aacaatgcaa gagatggttg</w:t>
      </w:r>
    </w:p>
    <w:p w14:paraId="7AC1B64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tgttcccttg aacataatac ctcttacaac agcagccaaa ctaatggttg tcataccaga</w:t>
      </w:r>
    </w:p>
    <w:p w14:paraId="747AFD8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ctataacaca tataaaaata cgtgtgatgg tacaacattt acttatgcat cagcattgtg</w:t>
      </w:r>
    </w:p>
    <w:p w14:paraId="2D5E5EA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ggaaatccaa caggttgtag atgcagatag taaaattgtt caacttagtg aaattagtat</w:t>
      </w:r>
    </w:p>
    <w:p w14:paraId="1861B7F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ggacaattca cctaatttag catggcctct tattgtaaca gctttaaggg ccaattctgc</w:t>
      </w:r>
    </w:p>
    <w:p w14:paraId="77DC026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tgtcaaatta cagaataatg agcttagtcc tgttgcacta cgacagatgt cttgtgctgc</w:t>
      </w:r>
    </w:p>
    <w:p w14:paraId="4E56258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cggtactaca caaactgctt gcactgatga caatgcgtta gcttactaca acacaacaaa</w:t>
      </w:r>
    </w:p>
    <w:p w14:paraId="59EA97B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gggaggtagg tttgtacttg cactgttatc cgatttacag gatttgaaat gggctagatt</w:t>
      </w:r>
    </w:p>
    <w:p w14:paraId="17CB21F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ccctaagagt gatggaactg gtactatcta tacagaactg gaaccacctt gtaggtttgt</w:t>
      </w:r>
    </w:p>
    <w:p w14:paraId="66E3F74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tacagacaca cctaaaggtc ctaaagtgaa gtatttatac tttattaaag gattaaacaa</w:t>
      </w:r>
    </w:p>
    <w:p w14:paraId="5292F94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cctaaataga ggtatggtac ttggtagttt agctgccaca gtacgtctac aagctggtaa</w:t>
      </w:r>
    </w:p>
    <w:p w14:paraId="6B71C40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tgcaacagaa gtgcctgcca attcaactgt attatctttc tgtgcttttg ctgtagatgc</w:t>
      </w:r>
    </w:p>
    <w:p w14:paraId="067A12F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tgctaaagct tacaaagatt atctagctag tgggggacaa ccaatcacta attgtgttaa</w:t>
      </w:r>
    </w:p>
    <w:p w14:paraId="1436601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gatgttgtgt acacacactg gtactggtca ggcaataaca gtcacaccgg aagccaatat</w:t>
      </w:r>
    </w:p>
    <w:p w14:paraId="0510AAA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ggatcaagaa tcctttggtg gtgcatcgtg ttgtctgtac tgccgttgcc acatagatca</w:t>
      </w:r>
    </w:p>
    <w:p w14:paraId="6B6F4B7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tccaaatcct aaaggatttt gtgacttaaa aggtaagtat gtacaaatac ctacaacttg</w:t>
      </w:r>
    </w:p>
    <w:p w14:paraId="27ADFD2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tgctaatgac cctgtgggtt ttacacttaa aaacacagtc tgtaccgtct gcggtatgtg</w:t>
      </w:r>
    </w:p>
    <w:p w14:paraId="58D679F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gaaaggttat ggctgtagtt gtgatcaact ccgcgaaccc atgcttcagt cagctgatgc</w:t>
      </w:r>
    </w:p>
    <w:p w14:paraId="3712EC8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acaatcgttt ttaaacgggt ttgcggtgta agtgcagccc gtcttacacc gtgcggcaca</w:t>
      </w:r>
    </w:p>
    <w:p w14:paraId="6C08B60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ggcactagta ctgatgtcgt atacagggct tttgacatct acaatgataa agtagctggt</w:t>
      </w:r>
    </w:p>
    <w:p w14:paraId="253D2E1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tttgctaaat tcctaaaaac taattgttgt cgcttccaag aaaaggacga agatgacaat</w:t>
      </w:r>
    </w:p>
    <w:p w14:paraId="371D537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ttaattgatt cttactttgt agttaagaga cacactttct ctaactacca acatgaagaa</w:t>
      </w:r>
    </w:p>
    <w:p w14:paraId="7B17B76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acaatttata atttacttaa ggattgtcca gctgttgcta aacatgactt ctttaagttt</w:t>
      </w:r>
    </w:p>
    <w:p w14:paraId="57E4971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agaatagacg gtgacatggt accacatata tcacgtcaac gtcttactaa atacacaatg</w:t>
      </w:r>
    </w:p>
    <w:p w14:paraId="7785BDC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gcagacctcg tctatgcttt aaggcatttt gatgaaggta attgtgacac attaaaagaa</w:t>
      </w:r>
    </w:p>
    <w:p w14:paraId="60CF36E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atacttgtca catacaattg ttgtgatgat gattatttca ataaaaagga ctggtatgat</w:t>
      </w:r>
    </w:p>
    <w:p w14:paraId="0879A55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tttgtagaaa acccagatat attacgcgta tacgccaact taggtgaacg tgtacgccaa</w:t>
      </w:r>
    </w:p>
    <w:p w14:paraId="3DC9C72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gctttgttaa aaacagtaca attctgtgat gccatgcgaa atgctggtat tgttggtgta</w:t>
      </w:r>
    </w:p>
    <w:p w14:paraId="00E9683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ctgacattag ataatcaaga tctcaatggt aactggtatg atttcggtga tttcatacaa</w:t>
      </w:r>
    </w:p>
    <w:p w14:paraId="154F483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accacgccag gtagtggagt tcctgttgta gattcttatt attcattgtt aatgcctata</w:t>
      </w:r>
    </w:p>
    <w:p w14:paraId="1D93329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ttaaccttga ccagggcttt aactgcagag tcacatgttg acactgactt aacaaagcct</w:t>
      </w:r>
    </w:p>
    <w:p w14:paraId="3308957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tacattaagt gggatttgtt aaaatatgac ttcacggaag agaggttaaa actctttgac</w:t>
      </w:r>
    </w:p>
    <w:p w14:paraId="6B5A1CA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cgttatttta aatattggga tcagacatac cacccaaatt gtgttaactg tttggatgac</w:t>
      </w:r>
    </w:p>
    <w:p w14:paraId="7B0A19E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agatgcattc tgcattgtgc aaactttaat gttttattct ctacagtgtt cccacttaca</w:t>
      </w:r>
    </w:p>
    <w:p w14:paraId="4D8FC1D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agttttggac cactagtgag aaaaatattt gttgatggtg ttccatttgt agtttcaact</w:t>
      </w:r>
    </w:p>
    <w:p w14:paraId="1F0C9E7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ggataccact tcagagagct aggtgttgta cataatcagg atgtaaactt acatagctct</w:t>
      </w:r>
    </w:p>
    <w:p w14:paraId="42270B2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agacttagtt ttaaggaatt acttgtgtat gctgctgacc ctgctatgca cgctgcttct</w:t>
      </w:r>
    </w:p>
    <w:p w14:paraId="6EE3903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ggtaatctat tactagataa acgcactacg tgcttttcag tagctgcact tactaacaat</w:t>
      </w:r>
    </w:p>
    <w:p w14:paraId="2B1F640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gttgcttttc aaactgtcaa acccggtaat tttaacaaag acttctatga ctttgctgtg</w:t>
      </w:r>
    </w:p>
    <w:p w14:paraId="6E4DD55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tctaagggtt tctttaagga aggaagttct gttgaattaa aacacttctt ctttgctcag</w:t>
      </w:r>
    </w:p>
    <w:p w14:paraId="3AFE07D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gatggtaatg ctgctatcag cgattatgac tactatcgtt ataatctacc aacaatgtgt</w:t>
      </w:r>
    </w:p>
    <w:p w14:paraId="3E7F23D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gatatcagac aactactatt tgtagttgaa gttgttgata agtactttga ttgttacgat</w:t>
      </w:r>
    </w:p>
    <w:p w14:paraId="2E8F929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ggtggctgta ttaatgctaa ccaagtcatc gtcaacaacc tagacaaatc agctggtttt</w:t>
      </w:r>
    </w:p>
    <w:p w14:paraId="54F7019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ccatttaata aatggggtaa ggctagactt tattatgatt caatgagtta tgaggatcaa</w:t>
      </w:r>
    </w:p>
    <w:p w14:paraId="230414A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gatgcacttt tcgcatatac aaaacgtaat gtcatcccta ctataactca aatgaatctt</w:t>
      </w:r>
    </w:p>
    <w:p w14:paraId="6E9949F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aagtatgcca ttagtgcaaa gaatagagct cgcaccgtag ctggtgtctc tatctgtagt</w:t>
      </w:r>
    </w:p>
    <w:p w14:paraId="09B7A03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actatgacca atagacagtt tcatcaaaaa ttattgaaat caatagccgc cactagagga</w:t>
      </w:r>
    </w:p>
    <w:p w14:paraId="648B026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gctactgtag taattggaac aagcaaattc tatggtggtt ggcacaatat gttaaaaact</w:t>
      </w:r>
    </w:p>
    <w:p w14:paraId="43E8E74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gtttatagtg atgtagaaaa ccctcacctt atgggttggg attatcctaa atgtgataga</w:t>
      </w:r>
    </w:p>
    <w:p w14:paraId="58FCE31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gccatgccta acatgcttag aattatggcc tcacttgttc ttgctcgcaa acatacaacg</w:t>
      </w:r>
    </w:p>
    <w:p w14:paraId="78A186F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tgttgtagct tgtcacaccg tttctataga ttagctaatg agtgtgctca agtattgagt</w:t>
      </w:r>
    </w:p>
    <w:p w14:paraId="67C434E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gaaatggtca tgtgtggcgg ttcactatat gttaaaccag gtggaacctc atcaggagat</w:t>
      </w:r>
    </w:p>
    <w:p w14:paraId="6D2E8D8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gccacaactg cttatgctaa tagtgttttt aacatttgtc aagctgtcac ggccaatgtt</w:t>
      </w:r>
    </w:p>
    <w:p w14:paraId="2DF79D4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aatgcacttt tatctactga tggtaacaaa attgccgata agtatgtccg caatttacaa</w:t>
      </w:r>
    </w:p>
    <w:p w14:paraId="0F5979B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cacagacttt atgagtgtct ctatagaaat agagatgttg acacagactt tgtgaatgag</w:t>
      </w:r>
    </w:p>
    <w:p w14:paraId="76A05CC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ttttacgcat atttgcgtaa acatttctca atgatgatac tctctgacga tgctgttgtg</w:t>
      </w:r>
    </w:p>
    <w:p w14:paraId="0113B6E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tgtttcaata gcacttatgc atctcaaggt ctagtggcta gcataaagaa ctttaagtca</w:t>
      </w:r>
    </w:p>
    <w:p w14:paraId="6C5B89F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gttctttatt atcaaaacaa tgtttttatg tctgaagcaa aatgttggac tgagactgac</w:t>
      </w:r>
    </w:p>
    <w:p w14:paraId="0EC8935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cttactaaag gacctcatga attttgctct caacatacaa tgctagttaa acagggtgat</w:t>
      </w:r>
    </w:p>
    <w:p w14:paraId="3FCA128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gattatgtgt accttcctta cccagatcca tcaagaatcc taggggccgg ctgttttgta</w:t>
      </w:r>
    </w:p>
    <w:p w14:paraId="4634AFC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gatgatatcg taaaaacaga tggtacactt atgattgaac ggttcgtgtc tttagctata</w:t>
      </w:r>
    </w:p>
    <w:p w14:paraId="6E48927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gatgcttacc cacttactaa acatcctaat caggagtatg ctgatgtctt tcatttgtac</w:t>
      </w:r>
    </w:p>
    <w:p w14:paraId="71273D3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ttacaataca taagaaagct acatgatgag ttaacaggac acatgttaga catgtattct</w:t>
      </w:r>
    </w:p>
    <w:p w14:paraId="09642F2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gttatgctta ctaatgataa cacttcaagg tattgggaac ctgagtttta tgaggctatg</w:t>
      </w:r>
    </w:p>
    <w:p w14:paraId="6371288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tacacaccgc atacagtctt acaggctgtt ggggcttgtg ttctttgcaa ttcacagact</w:t>
      </w:r>
    </w:p>
    <w:p w14:paraId="072DBD6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tcattaagat gtggtgcttg catacgtaga ccattcttat gttgtaaatg ctgttacgac</w:t>
      </w:r>
    </w:p>
    <w:p w14:paraId="00C909B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catgtcatat caacatcaca taaattagtc ttgtctgtta atccgtatgt ttgcaatgct</w:t>
      </w:r>
    </w:p>
    <w:p w14:paraId="3B877D4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ccaggttgtg atgtcacaga tgtgactcaa ctttacttag gaggtatgag ctattattgt</w:t>
      </w:r>
    </w:p>
    <w:p w14:paraId="57DD58D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aaatcacata aaccacccat tagttttcca ttgtgtgcta atggacaagt ttttggttta</w:t>
      </w:r>
    </w:p>
    <w:p w14:paraId="61A726A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tataaaaata catgtgttgg tagcgataat gttactgact ttaatgcaat tgcaacatgt</w:t>
      </w:r>
    </w:p>
    <w:p w14:paraId="64836F2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gactggacaa atgctggtga ttacatttta gctaacacct gtactgaaag actcaagctt</w:t>
      </w:r>
    </w:p>
    <w:p w14:paraId="214BD66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tttgcagcag aaacgctcaa agctactgag gagacattta aactgtctta tggtattgct</w:t>
      </w:r>
    </w:p>
    <w:p w14:paraId="756CFFD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actgtacgtg aagtgctgtc tgacagagaa ttacatcttt catgggaagt tggtaaacct</w:t>
      </w:r>
    </w:p>
    <w:p w14:paraId="719FAD7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agaccaccac ttaaccgaaa ttatgtcttt actggttatc gtgtaactaa aaacagtaaa</w:t>
      </w:r>
    </w:p>
    <w:p w14:paraId="15CE069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gtacaaatag gagagtacac ctttgaaaaa ggtgactatg gtgatgctgt tgtttaccga</w:t>
      </w:r>
    </w:p>
    <w:p w14:paraId="1BDFCBC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ggtacaacaa cttacaaatt aaatgttggt gattattttg tgctgacatc acatacagta</w:t>
      </w:r>
    </w:p>
    <w:p w14:paraId="7398C9C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atgccattaa gtgcacctac actagtgcca caagagcact atgttagaat tactggctta</w:t>
      </w:r>
    </w:p>
    <w:p w14:paraId="4782FF7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tacccaacac tcaatatctc agatgagttt tctagcaatg ttgcaaatta tcaaaaggtt</w:t>
      </w:r>
    </w:p>
    <w:p w14:paraId="078F360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ggtatgcaaa agtattctac actccaggga ccacctggta ctggtaagag tcattttgct</w:t>
      </w:r>
    </w:p>
    <w:p w14:paraId="1C193E9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attggcctag ctctctacta cccttctgct cgcatagtgt atacagcttg ctctcatgcc</w:t>
      </w:r>
    </w:p>
    <w:p w14:paraId="0F8293E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gctgttgatg cactatgtga gaaggcatta aaatatttgc ctatagataa atgtagtaga</w:t>
      </w:r>
    </w:p>
    <w:p w14:paraId="1F70BA1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attatacctg cacgtgctcg tgtagagtgt tttgataaat tcaaagtgaa ttcaacatta</w:t>
      </w:r>
    </w:p>
    <w:p w14:paraId="42A0E96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gaacagtatg tcttttgtac tgtaaatgca ttgcctgaga cgacagcaga tatagttgtc</w:t>
      </w:r>
    </w:p>
    <w:p w14:paraId="322668A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tttgatgaaa tttcaatggc cacaaattat gatttgagtg ttgtcaatgc cagattacgt</w:t>
      </w:r>
    </w:p>
    <w:p w14:paraId="0689F23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gctaagcact atgtgtacat tggcgaccct gctcaattac ctgcaccacg cacattgcta</w:t>
      </w:r>
    </w:p>
    <w:p w14:paraId="751ED5A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actaagggca cactagaacc agaatatttc aattcagtgt gtagacttat gaaaactata</w:t>
      </w:r>
    </w:p>
    <w:p w14:paraId="3AF6D95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ggtccagaca tgttcctcgg aacttgtcgg cgttgtcctg ctgaaattgt tgacactgtg</w:t>
      </w:r>
    </w:p>
    <w:p w14:paraId="2AFD5DB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agtgctttgg tttatgataa taagcttaaa gcacataaag acaaatcagc tcaatgcttt</w:t>
      </w:r>
    </w:p>
    <w:p w14:paraId="5501E1C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aaaatgtttt ataagggtgt tatcacgcat gatgtttcat ctgcaattaa caggccacaa</w:t>
      </w:r>
    </w:p>
    <w:p w14:paraId="4440032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ataggcgtgg taagagaatt ccttacacgt aaccctgctt ggagaaaagc tgtctttatt</w:t>
      </w:r>
    </w:p>
    <w:p w14:paraId="66C7052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tcaccttata attcacagaa tgctgtagcc tcaaagattt tgggactacc aactcaaact</w:t>
      </w:r>
    </w:p>
    <w:p w14:paraId="7C1CA1C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gttgattcat cacagggctc agaatatgac tatgtcatat tcactcaaac cactgaaaca</w:t>
      </w:r>
    </w:p>
    <w:p w14:paraId="7176FA2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gctcactctt gtaatgtaaa cagatttaat gttgctatta ccagagcaaa agtaggcata</w:t>
      </w:r>
    </w:p>
    <w:p w14:paraId="7C67801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ctttgcataa tgtctgatag agacctttat gacaagttgc aatttacaag tcttgaaatt</w:t>
      </w:r>
    </w:p>
    <w:p w14:paraId="29AA993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ccacgtagga atgtggcaac tttacaagct gaaaatgtaa caggactctt taaagattgt</w:t>
      </w:r>
    </w:p>
    <w:p w14:paraId="10C40A1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agtaaggtaa tcactgggtt acatcctaca caggcaccta cacacctcag tgttgacact</w:t>
      </w:r>
    </w:p>
    <w:p w14:paraId="4BC35ED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aaattcaaaa ctgaaggttt atgtgttgac gtacctggca tacctaagga catgacctat</w:t>
      </w:r>
    </w:p>
    <w:p w14:paraId="211ADD3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agaagactca tctctatgat gggttttaaa atgaattatc aagttaatgg ttaccctaac</w:t>
      </w:r>
    </w:p>
    <w:p w14:paraId="1EA6334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atgtttatca cccgcgaaga agctataaga catgtacgtg catggattgg cttcgatgtc</w:t>
      </w:r>
    </w:p>
    <w:p w14:paraId="690A9EA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gaggggtgtc atgctactag agaagctgtt ggtaccaatt tacctttaca gctaggtttt</w:t>
      </w:r>
    </w:p>
    <w:p w14:paraId="577682A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tctacaggtg ttaacctagt tgctgtacct acaggttatg ttgatacacc taataataca</w:t>
      </w:r>
    </w:p>
    <w:p w14:paraId="787E394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gatttttcca gagttagtgc taaaccaccg cctggagatc aatttaaaca cctcatacca</w:t>
      </w:r>
    </w:p>
    <w:p w14:paraId="1D6803A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cttatgtaca aaggacttcc ttggaatgta gtgcgtataa agattgtaca aatgttaagt</w:t>
      </w:r>
    </w:p>
    <w:p w14:paraId="3A60F39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gacacactta aaaatctctc tgacagagtc gtatttgtct tatgggcaca tggctttgag</w:t>
      </w:r>
    </w:p>
    <w:p w14:paraId="346E8EA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ttgacatcta tgaagtattt tgtgaaaata ggacctgagc gcacctgttg tctatgtgat</w:t>
      </w:r>
    </w:p>
    <w:p w14:paraId="106259A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agacgtgcca catgcttttc cactgcttca gacacttatg cctgttggca tcattctatt</w:t>
      </w:r>
    </w:p>
    <w:p w14:paraId="2815569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ggatttgatt acgtctataa tccgtttatg attgatgttc aacaatgggg ttttacaggt</w:t>
      </w:r>
    </w:p>
    <w:p w14:paraId="55A7EEA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aacctacaaa gcaaccatga tctgtattgt caagtccatg gtaatgcaca tgtagctagt</w:t>
      </w:r>
    </w:p>
    <w:p w14:paraId="267AF93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tgtgatgcaa tcatgactag gtgtctagct gtccacgagt gctttgttaa gcgtgttgac</w:t>
      </w:r>
    </w:p>
    <w:p w14:paraId="56B7CBE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tggactattg aatatcctat aattggtgat gaactgaaga ttaatgcggc ttgtagaaag</w:t>
      </w:r>
    </w:p>
    <w:p w14:paraId="6416791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gttcaacaca tggttgttaa agctgcatta ttagcagaca aattcccagt tcttcacgac</w:t>
      </w:r>
    </w:p>
    <w:p w14:paraId="4D2F6FB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attggtaacc ctaaagctat taagtgtgta cctcaagctg atgtagaatg gaagttctat</w:t>
      </w:r>
    </w:p>
    <w:p w14:paraId="2FDCD66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gatgcacagc cttgtagtga caaagcttat aaaatagaag aattattcta ttcttatgcc</w:t>
      </w:r>
    </w:p>
    <w:p w14:paraId="461B20D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acacattctg acaaattcac agatggtgta tgcctatttt ggaattgcaa tgtcgataga</w:t>
      </w:r>
    </w:p>
    <w:p w14:paraId="19C79AA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tatcctgcta attccattgt ttgtagattt gacactagag tgctatctaa ccttaacttg</w:t>
      </w:r>
    </w:p>
    <w:p w14:paraId="19846AC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cctggttgtg atggtggcag tttgtatgta aataaacatg cattccacac accagctttt</w:t>
      </w:r>
    </w:p>
    <w:p w14:paraId="080249E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gataaaagtg cttttgttaa tttaaaacaa ttaccatttt tctattactc tgacagtcca</w:t>
      </w:r>
    </w:p>
    <w:p w14:paraId="5AD9564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tgtgagtctc atggaaaaca agtagtgtca gatatagatt atgtaccact aaagtctgct</w:t>
      </w:r>
    </w:p>
    <w:p w14:paraId="5ECF4F8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acgtgtataa cacgttgcaa tttaggtggt gctgtctgta gacatcatgc taatgagtac</w:t>
      </w:r>
    </w:p>
    <w:p w14:paraId="522A222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agattgtatc tcgatgctta taacatgatg atctcagctg gctttagctt gtgggtttac</w:t>
      </w:r>
    </w:p>
    <w:p w14:paraId="356C98D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aaacaatttg atacttataa cctctggaac acttttacaa gacttcagag tttagaaaat</w:t>
      </w:r>
    </w:p>
    <w:p w14:paraId="2230612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gtggctttta atgttgtaaa taagggacac tttgatggac aacagggtga agtaccagtt</w:t>
      </w:r>
    </w:p>
    <w:p w14:paraId="350CB27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tctatcatta ataacactgt ttacacaaaa gttgatggtg ttgatgtaga attgtttgaa</w:t>
      </w:r>
    </w:p>
    <w:p w14:paraId="43287FF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aataaaacaa cattacctgt taatgtagca tttgagcttt gggctaagcg caacattaaa</w:t>
      </w:r>
    </w:p>
    <w:p w14:paraId="03C2DC3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ccagtaccag aggtgaaaat actcaataat ttgggtgtgg acattgctgc taatactgtg</w:t>
      </w:r>
    </w:p>
    <w:p w14:paraId="6585D7A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atctgggact acaaaagaga tgctccagca catatatcta ctattggtgt ttgttctatg</w:t>
      </w:r>
    </w:p>
    <w:p w14:paraId="5AAF270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actgacatag ccaagaaacc aactgaaacg atttgtgcac cactcactgt cttttttgat</w:t>
      </w:r>
    </w:p>
    <w:p w14:paraId="0C7990C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ggtagagttg atggtcaagt agacttattt agaaatgccc gtaatggtgt tcttattaca</w:t>
      </w:r>
    </w:p>
    <w:p w14:paraId="2EB3526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gaaggtagtg ttaaaggttt acaaccatct gtaggtccca aacaagctag tcttaatgga</w:t>
      </w:r>
    </w:p>
    <w:p w14:paraId="306DBAF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gtcacattaa ttggagaagc cgtaaaaaca cagttcaatt attataagaa agttgatggt</w:t>
      </w:r>
    </w:p>
    <w:p w14:paraId="7CA9BB3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gttgtccaac aattacctga aacttacttt actcagagta gaaatttaca agaatttaaa</w:t>
      </w:r>
    </w:p>
    <w:p w14:paraId="16801D0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cccaggagtc aaatggaaat tgatttctta gaattagcta tggatgaatt cattgaacgg</w:t>
      </w:r>
    </w:p>
    <w:p w14:paraId="4BE551C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tataaattag aaggctatgc cttcgaacat atcgtttatg gagattttag tcatagtcag</w:t>
      </w:r>
    </w:p>
    <w:p w14:paraId="377E414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ttaggtggtt tacatctact gattggacta gctaaacgtt ttaaggaatc accttttgaa</w:t>
      </w:r>
    </w:p>
    <w:p w14:paraId="019A939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ttagaagatt ttattcctat ggacagtaca gttaaaaact atttcataac agatgcgcaa</w:t>
      </w:r>
    </w:p>
    <w:p w14:paraId="221DB39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acaggttcat ctaagtgtgt gtgttctgtt attgatttat tacttgatga ttttgttgaa</w:t>
      </w:r>
    </w:p>
    <w:p w14:paraId="687EB11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ataataaaat cccaagattt atctgtagtt tctaaggttg tcaaagtgac tattgactat</w:t>
      </w:r>
    </w:p>
    <w:p w14:paraId="5F5CCEE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acagaaattt catttatgct ttggtgtaaa gatggccatg tagaaacatt ttacccaaaa</w:t>
      </w:r>
    </w:p>
    <w:p w14:paraId="0679782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ttacaatcta gtcaagcgtg gcaaccgggt gttgctatgc ctaatcttta caaaatgcaa</w:t>
      </w:r>
    </w:p>
    <w:p w14:paraId="7D02ADD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agaatgctat tagaaaagtg tgaccttcaa aattatggtg atagtgcaac attacctaaa</w:t>
      </w:r>
    </w:p>
    <w:p w14:paraId="6AD48DE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ggcataatga tgaatgtcgc aaaatatact caactgtgtc aatatttaaa cacattaaca</w:t>
      </w:r>
    </w:p>
    <w:p w14:paraId="77551E7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ttagctgtac cctataatat gagagttata cattttggtg ctggttctga taaaggagtt</w:t>
      </w:r>
    </w:p>
    <w:p w14:paraId="177E16E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gcaccaggta cagctgtttt aagacagtgg ttgcctacgg gtacgctgct tgtcgattca</w:t>
      </w:r>
    </w:p>
    <w:p w14:paraId="5B40FF1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gatcttaatg actttgtctc tgatgcagat tcaactttga ttggtgattg tgcaactgta</w:t>
      </w:r>
    </w:p>
    <w:p w14:paraId="6786320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catacagcta ataaatggga tctcattatt agtgatatgt acgaccctaa gactaaaaat</w:t>
      </w:r>
    </w:p>
    <w:p w14:paraId="2239096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gttacaaaag aaaatgactc taaagagggt tttttcactt acatttgtgg gtttatacaa</w:t>
      </w:r>
    </w:p>
    <w:p w14:paraId="0129D73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caaaagctag ctcttggagg ttccgtggct ataaagataa cagaacattc ttggaatgct</w:t>
      </w:r>
    </w:p>
    <w:p w14:paraId="3D31E79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gatctttata agctcatggg acacttcgca tggtggacag cctttgttac taatgtgaat</w:t>
      </w:r>
    </w:p>
    <w:p w14:paraId="3E8E75C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gcgtcatcat ctgaagcatt tttaattgga tgtaattatc ttggcaaacc acgcgaacaa</w:t>
      </w:r>
    </w:p>
    <w:p w14:paraId="7A4A3EF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atagatggtt atgtcatgca tgcaaattac atattttgga ggaatacaaa tccaattcag</w:t>
      </w:r>
    </w:p>
    <w:p w14:paraId="0D5F8A5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ttgtcttcct attctttatt tgacatgagt aaatttcccc ttaaattaag gggtactgct</w:t>
      </w:r>
    </w:p>
    <w:p w14:paraId="254AED0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gttatgtctt taaaagaagg tcaaatcaat gatatgattt tatctcttct tagtaaaggt</w:t>
      </w:r>
    </w:p>
    <w:p w14:paraId="4673A23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agacttataa ttagagaaaa caacagagtt gttatttcta gtgatgttct tgttaacaac</w:t>
      </w:r>
    </w:p>
    <w:p w14:paraId="5D24250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taaacgaaca atgtttgttt ttcttgtttt attgccacta gtctctagtc agtgtgttaa</w:t>
      </w:r>
    </w:p>
    <w:p w14:paraId="4EAD44B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tcttacaacc agaactcaat taccccctgc atacactaat tctttcacac gtggtgttta</w:t>
      </w:r>
    </w:p>
    <w:p w14:paraId="68325C7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ttaccctgac aaagttttca gatcctcagt tttacattca actcaggact tgttcttacc</w:t>
      </w:r>
    </w:p>
    <w:p w14:paraId="6F12840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tttcttttcc aatgttactt ggttccatgt tatctctggg accaatggta ctaagaggtt</w:t>
      </w:r>
    </w:p>
    <w:p w14:paraId="34607E0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gcttccattg agaagtctaa</w:t>
      </w:r>
    </w:p>
    <w:p w14:paraId="74CF98E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5B299EE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tgttaataac gctactaatg ttgttattaa agtctgtgaa tttcaatttt gtaatgatcc</w:t>
      </w:r>
    </w:p>
    <w:p w14:paraId="66C1B46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atttttggac cacaaaaaca acaaaagttg gatggaaagt gagttcagag tttattctag</w:t>
      </w:r>
    </w:p>
    <w:p w14:paraId="3032748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tgcgaataat tgcacttttg aatatgtctc tcagcctttt cttatggacc ttgaaggaaa</w:t>
      </w:r>
    </w:p>
    <w:p w14:paraId="1AAD908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acagggtaat ttcaaaaatc ttagggaatt tgtgtttaag aatattgatg gttattttaa</w:t>
      </w:r>
    </w:p>
    <w:p w14:paraId="0F8F307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aatatattct aagcacacgc ctattatagt gcgtgagcca gaagatctcc ctcagggttt</w:t>
      </w:r>
    </w:p>
    <w:p w14:paraId="0343046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ttcggcttta gaaccattgg tagatttgcc aataggtatt aacatcacta ggtttcaaac</w:t>
      </w:r>
    </w:p>
    <w:p w14:paraId="3D0C754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tttacttgct ttacatagaa gttatttgac tcctggtgat tcttcttcag gttggacagc</w:t>
      </w:r>
    </w:p>
    <w:p w14:paraId="21FAFAE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tggtgctgca gcttattatg tgggttatct tcaacctagg acttttctat taaaatataa</w:t>
      </w:r>
    </w:p>
    <w:p w14:paraId="347975C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tgaaaatgga accattacag atgctgtaga ctgtgcactt gaccctctct cagaaacaaa</w:t>
      </w:r>
    </w:p>
    <w:p w14:paraId="32A7E35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gtgtacgttg aaatccttca ctgtagaaaa aggaatctat caaacttcta actttagagt</w:t>
      </w:r>
    </w:p>
    <w:p w14:paraId="6DC8E26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ccaaccaaca gaatctattg ttagatttcc taatattaca aacttgtgcc cttttgatga</w:t>
      </w:r>
    </w:p>
    <w:p w14:paraId="4EA2A84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agtttttaac gccaccaaat ttgcatctgt ttatgcttgg aacaggaaga gaatcagcaa</w:t>
      </w:r>
    </w:p>
    <w:p w14:paraId="511E158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ctgtgttgct gattattctg tcctatataa tctcgcacca tttttcactt ttaagtgtta</w:t>
      </w:r>
    </w:p>
    <w:p w14:paraId="0A2D2B0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tggagtgtct cctactaaat taaatgatct ctgctttact aatgtctatg cagattcatt</w:t>
      </w:r>
    </w:p>
    <w:p w14:paraId="01D746A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tgtaattaga ggtgatgaag tcagacaaat cgctccaggg caaactggaa atattgctga</w:t>
      </w:r>
    </w:p>
    <w:p w14:paraId="3ABDB86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ttataattat aaattaccag atgattttac aggctgcgtt atagcttgga attctaacaa</w:t>
      </w:r>
    </w:p>
    <w:p w14:paraId="1B5905F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gcttgattct aaggttagtg gtaattataa ttacctgtat agattgttta ggaagtctaa</w:t>
      </w:r>
    </w:p>
    <w:p w14:paraId="4145BEF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tctcaaacct tttgagagag atatttcaac tgaaatctat caggccggta acacaccttg</w:t>
      </w:r>
    </w:p>
    <w:p w14:paraId="2BBB464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taatggtgtt gcaggtttta attgttactt tcctttacga tcatatagtt tccgacccac</w:t>
      </w:r>
    </w:p>
    <w:p w14:paraId="4A84992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ttatggtgtt ggtcaccaac catacagagt agtagtactt tcttttgaac ttctacatgc</w:t>
      </w:r>
    </w:p>
    <w:p w14:paraId="5BF4CC0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accagcaact gtttgtggac ctaaaaagtc tactaatttg gttaaaaaca aatgtgtcaa</w:t>
      </w:r>
    </w:p>
    <w:p w14:paraId="594323D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tttcaacttc aatggtttaa aaggcacagg tgttcttact gagtctaaca aaaagtttct</w:t>
      </w:r>
    </w:p>
    <w:p w14:paraId="7FC2FB5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gcctttccaa caatttggca gagacattgc tgacactact gatgctgtcc gtgatccaca</w:t>
      </w:r>
    </w:p>
    <w:p w14:paraId="7632468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gacacttgag attcttgaca ttacaccatg ttcttttggt ggtgtcagtg ttataacacc</w:t>
      </w:r>
    </w:p>
    <w:p w14:paraId="01C95D6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aggaacaaat acttctaacc aggttgctgt tctttatcag ggtgttaact gcacagaagt</w:t>
      </w:r>
    </w:p>
    <w:p w14:paraId="250FF0B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ccctgttgct attcatgcag atcaacttac tcctacttgg cgtgtttatt ctacaggttc</w:t>
      </w:r>
    </w:p>
    <w:p w14:paraId="6F93335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taatgttttt caaacacgtg caggctgttt aataggggct gaatatgtca acaactcata</w:t>
      </w:r>
    </w:p>
    <w:p w14:paraId="7D266A2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tgagtgtgac atacccattg gtgcaggtat atgcgctagt tatcagactc agactaagtc</w:t>
      </w:r>
    </w:p>
    <w:p w14:paraId="45C40FB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tcatcggcgg gcacgtagtg tagctagtca atccatcatt gcctacacta tgtcacttgg</w:t>
      </w:r>
    </w:p>
    <w:p w14:paraId="0D9B074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tgcagaaaat tcagttgctt actctaataa ctctattgcc atacccacaa attttactat</w:t>
      </w:r>
    </w:p>
    <w:p w14:paraId="0F7383B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tagtgttacc acagaaattc taccagtgtc tatgaccaag acatcagtag attgtacaat</w:t>
      </w:r>
    </w:p>
    <w:p w14:paraId="5D91CC0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gtacatttgt ggtgattcaa ctgaatgcag caatcttttg ttgcaatatg gcagtttttg</w:t>
      </w:r>
    </w:p>
    <w:p w14:paraId="3D4D886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tacacaatta aaacgtgctt taactggaat agctgttgaa caagacaaaa acacccaaga</w:t>
      </w:r>
    </w:p>
    <w:p w14:paraId="6277B3E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agtttttgca caagtcaaac aaatttacaa aacaccacca attaaatatt ttggtggttt</w:t>
      </w:r>
    </w:p>
    <w:p w14:paraId="253DC43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taatttttca caaatattac cagatccatc aaaaccaagc aagaggtcat ttattgaaga</w:t>
      </w:r>
    </w:p>
    <w:p w14:paraId="4D9D524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tctacttttc aacaaagtga cacttgcaga tgctggcttc atcaaacaat atggtgattg</w:t>
      </w:r>
    </w:p>
    <w:p w14:paraId="2769BDD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ccttggtgat attgctgcta gagacctcat ttgtgcacaa aagtttaaag gccttactgt</w:t>
      </w:r>
    </w:p>
    <w:p w14:paraId="1EA4B15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tttgccacct ttgctcacag atgaaatgat tgctcaatac acttctgcac tgttagcggg</w:t>
      </w:r>
    </w:p>
    <w:p w14:paraId="2F34B82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tacaatcact tctggttgga cctttggtgc aggtgctgca ttacaaatac catttgctat</w:t>
      </w:r>
    </w:p>
    <w:p w14:paraId="14890CE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gcaaatggct tataggttta atggtattgg agttacacag aatgttctct atgagaacca</w:t>
      </w:r>
    </w:p>
    <w:p w14:paraId="68BFD85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aaaattgatt gccaaccaat ttaatagtgc tattggcaaa attcaagact cactttcttc</w:t>
      </w:r>
    </w:p>
    <w:p w14:paraId="22DC9D0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cacagcaagt gcacttggaa aacttcaaga tgtggtcaac cataatgcac aagctttaaa</w:t>
      </w:r>
    </w:p>
    <w:p w14:paraId="04814B0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tacgcttgtt aaacaactta gctccaaatt tggtgcaatt tcaagtgttt taaatgatat</w:t>
      </w:r>
    </w:p>
    <w:p w14:paraId="6F27D61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cttttcacgt cttgacaaag ttgaggctga agtgcaaatt gataggttga tcacaggcag</w:t>
      </w:r>
    </w:p>
    <w:p w14:paraId="664DBB1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acttcaaagt ttgcagacat atgtgactca acaattaatt agagctgcag aaatcagagc</w:t>
      </w:r>
    </w:p>
    <w:p w14:paraId="4F0FA07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ttctgctaat cttgctgcta ctaaaatgtc agagtgtgta cttggacaat caaaaagagt</w:t>
      </w:r>
    </w:p>
    <w:p w14:paraId="258D0FF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tgatttttgt ggaaagggct atcatcttat gtccttccct cagtcagcac ctcatggtgt</w:t>
      </w:r>
    </w:p>
    <w:p w14:paraId="2FAB2D4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agtcttcttg catgtgactt atgtccctgc acaagaaaag aacttcacaa ctgctcctgc</w:t>
      </w:r>
    </w:p>
    <w:p w14:paraId="54F605B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catttgtcat gatggaaaag cacactttcc tcgtgaaggt gtctttgttt caaatggcac</w:t>
      </w:r>
    </w:p>
    <w:p w14:paraId="7D462B6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acactggttt gtaacacaaa ggaattttta tgaaccacaa atcattacta cagacaacac</w:t>
      </w:r>
    </w:p>
    <w:p w14:paraId="07FBD3C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atttgtgtct ggtaactgtg atgttgtaat aggaattgtc aacaacacag tttatgatcc</w:t>
      </w:r>
    </w:p>
    <w:p w14:paraId="62F9411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tttgcaacct gaattagatt cattcaagga ggagttagat aaatatttta agaatcatac</w:t>
      </w:r>
    </w:p>
    <w:p w14:paraId="0F43764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atcaccagat gttgatttag gtgacatctc tggcattaat gcttcagttg taaacattca</w:t>
      </w:r>
    </w:p>
    <w:p w14:paraId="2A1DA15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aaaagaaatt gaccgcctca atgaggttgc caagaattta aatgaatctc tcatcgatct</w:t>
      </w:r>
    </w:p>
    <w:p w14:paraId="4DC26F4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ccaagaactt ggaaagtatg agcagtatat aaaatggcca tggtacattt ggctaggttt</w:t>
      </w:r>
    </w:p>
    <w:p w14:paraId="3732C76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tatagctggc ttgattgcca tagtaatggt gacaattatg ctttgctgta tgaccagttg</w:t>
      </w:r>
    </w:p>
    <w:p w14:paraId="3217F25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ctgtagttgt ctcaagggct gttgttcttg tggatcctgc tgcaaatttg atgaagacga</w:t>
      </w:r>
    </w:p>
    <w:p w14:paraId="5BB8B11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ctctgagcca gtgctcaaag gagtcaaatt acattacaca taaacgaact tatggatttg</w:t>
      </w:r>
    </w:p>
    <w:p w14:paraId="576FD0F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tttatgagaa tcttcacaat tggaactgta actttgaagc aaggtgaaat caaggatgct</w:t>
      </w:r>
    </w:p>
    <w:p w14:paraId="77B0AAB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actccttcag attttgttcg cgctactgca acgataccga tacaagcctc actccctttc</w:t>
      </w:r>
    </w:p>
    <w:p w14:paraId="4F91E22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ggatggctta ttgttggcgt tgcacttctt gctgtttttc agagcgcttc caaaatcata</w:t>
      </w:r>
    </w:p>
    <w:p w14:paraId="2A9EE57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actctcaaaa agagatggca actagcactc tccaagggtg ttcactttgt ttgcaacttg</w:t>
      </w:r>
    </w:p>
    <w:p w14:paraId="2CD4D4A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ctgttgttgt ttgtaacagt ttactcacac cttttgctcg ttgctgctgg ccttgaagcc</w:t>
      </w:r>
    </w:p>
    <w:p w14:paraId="7BEED1C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ccttttctct atctttatgc tttagtctac ttcttgcaga gtataaactt tgtaagaata</w:t>
      </w:r>
    </w:p>
    <w:p w14:paraId="13F2813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ataatgaggc tttggctttg ctggaaatgc cgttccaaaa acccattact ttatgatgcc</w:t>
      </w:r>
    </w:p>
    <w:p w14:paraId="5954884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aactattttc tttgctggca tactaattgt tacgactatt gtatacctta caatagtgta</w:t>
      </w:r>
    </w:p>
    <w:p w14:paraId="1AFCEF7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acttcttcaa ttgtcattac ttcaggtgat ggcacaacaa gtcctatttc tgaacatgac</w:t>
      </w:r>
    </w:p>
    <w:p w14:paraId="747AD89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taccagattg gtggttatac tgaaaaatgg gaatctggag taaaagactg tgttgtatta</w:t>
      </w:r>
    </w:p>
    <w:p w14:paraId="27D3A2B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cacagttact tcacttcaga ctattaccag ctgtactcaa ctcaattgag tacagacact</w:t>
      </w:r>
    </w:p>
    <w:p w14:paraId="7D17525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ggtgttgaac atgttacctt cttcatctac aataaaattg ttgatgagcc tgaagaacat</w:t>
      </w:r>
    </w:p>
    <w:p w14:paraId="02BE2B4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gtccaaattc acacaatcga cggttcatcc ggagttgtta atccagtaat ggaaccaatt</w:t>
      </w:r>
    </w:p>
    <w:p w14:paraId="548FC0E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tatgatgaac cgacgacgac tactagcgtg cctttgtaag cacaagctga tgagtacgaa</w:t>
      </w:r>
    </w:p>
    <w:p w14:paraId="29E7290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cttatgtact cattcgtttc ggaagagata ggtacgttaa tagttaatag cgtacttctt</w:t>
      </w:r>
    </w:p>
    <w:p w14:paraId="241E696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tttcttgctt tcgtggtatt cttgctagtt acactagcca tccttactgc gcttcgattg</w:t>
      </w:r>
    </w:p>
    <w:p w14:paraId="3DBE8F8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tgtgcgtact gctgcaatat tgttaacgtg agtcttgtaa aaccttcttt ttacgtttac</w:t>
      </w:r>
    </w:p>
    <w:p w14:paraId="5294F23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tctcgtgtta aaaatctgaa ttcttctaga gttcctgatc ttctggtcta aacgaactaa</w:t>
      </w:r>
    </w:p>
    <w:p w14:paraId="371D802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atattatatt agtttttctg tttggaactt taattttagc catggcaggt tccaacggta</w:t>
      </w:r>
    </w:p>
    <w:p w14:paraId="01CA0CE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ctattaccgt tgaagagctt aaaaagctcc ttgaagaatg gaacctagta ataggtttcc</w:t>
      </w:r>
    </w:p>
    <w:p w14:paraId="3F5E686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tattccttac atggatttgt cttctacaat ttgcctatgc caacaggaat aggtttttgt</w:t>
      </w:r>
    </w:p>
    <w:p w14:paraId="23D88A9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atataattaa gttaattttc ctctggctgt tatggccagt aactttaact tgttttgtgc</w:t>
      </w:r>
    </w:p>
    <w:p w14:paraId="4548C84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ttgctgctgt ttacagaata aattggatca ccggtggaat tgctatcgca atggcttgtc</w:t>
      </w:r>
    </w:p>
    <w:p w14:paraId="1437F8F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ttgtaggctt gatgtggctc agctacttca ttgcttcttt cagactgttt gcgcgtacgc</w:t>
      </w:r>
    </w:p>
    <w:p w14:paraId="4257569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gttccatgtg gtcattcaat ccagaaacta acattcttct caacgtgcca ctccatggca</w:t>
      </w:r>
    </w:p>
    <w:p w14:paraId="2BA22C3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ctattctgac cagaccgctt ctagaaagtg aactcgtaat cggagctgtg atccttcgtg</w:t>
      </w:r>
    </w:p>
    <w:p w14:paraId="0787CEE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gacatcttcg tattgctgga caccatctag gacgctgtga catcaaggac ctgcctaaag</w:t>
      </w:r>
    </w:p>
    <w:p w14:paraId="0019CE0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aaatcactgt tgctacatca cgaacgcttt cttattacaa attgggagct tcgcagcgtg</w:t>
      </w:r>
    </w:p>
    <w:p w14:paraId="7901FFB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tagcaggtga ctcaggtttt gctgcataca gtcgctacag gattggcaac tataaattaa</w:t>
      </w:r>
    </w:p>
    <w:p w14:paraId="5CBCF90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acacagacca ttccagtagc agtgacaata ttgctttgct tgtacagtaa gtgacaacag</w:t>
      </w:r>
    </w:p>
    <w:p w14:paraId="58A9B93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atgtttcatc tcgttgactt tcaggttact atagcagaga tattactaat tattatgcgg</w:t>
      </w:r>
    </w:p>
    <w:p w14:paraId="0234282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acttttaaag tttccatttg gaatcttgat tacatcataa acctcataat taaaaattta</w:t>
      </w:r>
    </w:p>
    <w:p w14:paraId="25F48B6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tctaagtcac taactgagaa taaatattct caattagatg aagagcaacc aatggagatt</w:t>
      </w:r>
    </w:p>
    <w:p w14:paraId="31959DB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gattaaacga acatgaaaat tattcttttc ttggcactga taacactcgc tacttgtgag</w:t>
      </w:r>
    </w:p>
    <w:p w14:paraId="53D0E43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ctttatcact accaagagtg tgttagaggt acaacagtac ttttaaaaga accttgctct</w:t>
      </w:r>
    </w:p>
    <w:p w14:paraId="0FCF6D7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tctggaacat acgagggcaa ttcaccattt catcctctag ctgataacaa atttgcactg</w:t>
      </w:r>
    </w:p>
    <w:p w14:paraId="23A8430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acttgcttta gcactcaatt tgcttttgct tgtcctgacg gcgtaaaaca cgtctatcag</w:t>
      </w:r>
    </w:p>
    <w:p w14:paraId="091F5B1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ttacgtgcca gatcagtttc acctaaactg ttcatcagac aagaggaagt tcaagaactt</w:t>
      </w:r>
    </w:p>
    <w:p w14:paraId="12F6B0D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tactctccaa tttttcttat tgttgcggca atagtgttta taacactttg cttcacactc</w:t>
      </w:r>
    </w:p>
    <w:p w14:paraId="1CEAEB05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aaaagaaaga cagaatgatt gaactttcat taattgactt ctatttgtgc tttttagcct</w:t>
      </w:r>
    </w:p>
    <w:p w14:paraId="7B46DA2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ttctgttatt ccttgtttta attatgctta ttatcttttg gttctcactt gaactgcaag</w:t>
      </w:r>
    </w:p>
    <w:p w14:paraId="682C2B56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atcataatga aacttgtcac gcctaaacga acatgaaatt tcttgttttc ttaggaatca</w:t>
      </w:r>
    </w:p>
    <w:p w14:paraId="0187775C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tcacaactgt agctgcattt caccaagaat gtagtttaca gtcatgtact caacatcaac</w:t>
      </w:r>
    </w:p>
    <w:p w14:paraId="44FAB43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catatgtagt tgatgacccg tgtcctattc acttctattc taaatggtat attagagtag</w:t>
      </w:r>
    </w:p>
    <w:p w14:paraId="60E0EA9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gagctagaaa atcagcacct ttaattgaat tgtgcgtgga tgaggctggt tctaaatcac</w:t>
      </w:r>
    </w:p>
    <w:p w14:paraId="2F93854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ccattcagta catcgatatc ggtaattata cagtttcctg tttacctttt acaattaatt</w:t>
      </w:r>
    </w:p>
    <w:p w14:paraId="496CF55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gccaggaacc taaattgggt agtcttgtag tgcgttgttc gttctatgaa gactttttag</w:t>
      </w:r>
    </w:p>
    <w:p w14:paraId="740E0BA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agtatcatga cgttcgtgtt gttttagatt tcatctaaac gaacaaactt aaatgtctga</w:t>
      </w:r>
    </w:p>
    <w:p w14:paraId="59E23D8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taatggaccc caaaatcagc gaaatgcact ccgcattacg tttggtggac cctcagattc</w:t>
      </w:r>
    </w:p>
    <w:p w14:paraId="575FCDB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aactggcagt aaccagaatg gtggggcgcg atcaaaacaa cgtcggcccc aaggtttacc</w:t>
      </w:r>
    </w:p>
    <w:p w14:paraId="1164E07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caataatact gcgtcttggt tcaccgctct cactcaacat ggcaaggaag accttaaatt</w:t>
      </w:r>
    </w:p>
    <w:p w14:paraId="66042B6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ccctcgagga caaggcgttc caattaacac caatagcagt ccagatgacc aaattggcta</w:t>
      </w:r>
    </w:p>
    <w:p w14:paraId="4901865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ctaccgaaga gctaccagac gaattcgtgg tggtgacggt aaaatgaaag atctcagtcc</w:t>
      </w:r>
    </w:p>
    <w:p w14:paraId="5A8B06A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aagatggtat ttctactacc taggaactgg gccagaagct ggacttccct atggtgctaa</w:t>
      </w:r>
    </w:p>
    <w:p w14:paraId="228C039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caaagacggc atcatatggg ttgcaactga gggagccttg aatacaccaa aagatcacat</w:t>
      </w:r>
    </w:p>
    <w:p w14:paraId="7072DBD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tggcacccgc aatcctgcta acaatgctgc aatcgtgcta caacttcctc aaggaacaac</w:t>
      </w:r>
    </w:p>
    <w:p w14:paraId="0169EB4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attgccaaaa ggcttctacg cagaagggag cagaggcggc agtcaagcct cttctcgttc</w:t>
      </w:r>
    </w:p>
    <w:p w14:paraId="5774DB63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ctcatcacgt agtcgcaaca gttcaagaaa ttcaactcca ggcagcagta aacgaacttc</w:t>
      </w:r>
    </w:p>
    <w:p w14:paraId="39114CD1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tcctgctaga atggctggca atggcggtga tgctgctctt gctttgctgc tgcttgacag</w:t>
      </w:r>
    </w:p>
    <w:p w14:paraId="67BCC9C9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attgaaccag cttgagagca aaatgtctgg taaaggccaa caacaacaag gccaaactgt</w:t>
      </w:r>
    </w:p>
    <w:p w14:paraId="50961862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cactaagaaa tctgctgctg aggcttctaa gaagcctcgg caaaaacgta ctgccactaa</w:t>
      </w:r>
    </w:p>
    <w:p w14:paraId="293244D0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agcatacaat gtaacacaag ctttcggcag acgtggtcca gaacaaaccc aaggaaattt</w:t>
      </w:r>
    </w:p>
    <w:p w14:paraId="0886B7E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tggggaccag gaactaatca gacaaggaac tgattacaaa cattggccgc aaattgcaca</w:t>
      </w:r>
    </w:p>
    <w:p w14:paraId="3349F8AD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atttgccccc agcgcttcag cgttcttcgg aatgtcgcgc attggcatgg aagtcacacc</w:t>
      </w:r>
    </w:p>
    <w:p w14:paraId="37D5E3E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ttcgggaacg tggttgacct acacaggtgc catcaaattg gatgacaaag atccaaattt</w:t>
      </w:r>
    </w:p>
    <w:p w14:paraId="23960E8F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caaagatcaa gtcattttgc tgaataagca tattgacgca tacaaaacat tcccaccaac</w:t>
      </w:r>
    </w:p>
    <w:p w14:paraId="4EB9496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agagcctaaa aaggacaaaa agaagaaggc tgatgaaact caagccttac cgcagagaca</w:t>
      </w:r>
    </w:p>
    <w:p w14:paraId="3542033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gaagaaacag caaactgtga ctcttcttcc tgctgcagat ttggatgatt tctccaaaca</w:t>
      </w:r>
    </w:p>
    <w:p w14:paraId="4082D03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attgcaacaa tccatgagca gtgctgactc aactcaggcc taaactcatg cagaccacac</w:t>
      </w:r>
    </w:p>
    <w:p w14:paraId="757AA964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aaggcagatg ggctatataa acgttttcgc ttttccgttt acgatatata gtctactctt</w:t>
      </w:r>
    </w:p>
    <w:p w14:paraId="7DC1523E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gtgcagaatg aattctcgta actacatagc acaagtagat gtagttaact ttaatctcac</w:t>
      </w:r>
    </w:p>
    <w:p w14:paraId="7C7D0A88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atagcaatct ttaatcagtg tgtaacatta gggaggactt gaaagagcca ccacattttc</w:t>
      </w:r>
    </w:p>
    <w:p w14:paraId="640A06E7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accgaggcca cgcggagtac gatcgagtgt acagtgaaca atgctaggga gagctgccta</w:t>
      </w:r>
    </w:p>
    <w:p w14:paraId="6FB7C3B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tatggaagag ccctaatgtg taaaattaat tttagtagtg ctatccccat gtgattttaa</w:t>
      </w:r>
    </w:p>
    <w:p w14:paraId="77DCA16A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tagcttctta ggagaatgac aaaaaaaaaa aaaaaaaaaa aaaaaaaaaa aaa</w:t>
      </w:r>
    </w:p>
    <w:p w14:paraId="6629609B" w14:textId="77777777" w:rsidR="00937411" w:rsidRPr="00937411" w:rsidRDefault="00937411" w:rsidP="00937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3741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42B7CD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41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37411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0AE5EC"/>
  <w15:chartTrackingRefBased/>
  <w15:docId w15:val="{7FC61381-EBB0-1C48-9034-94475FB8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5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2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7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58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10876</Words>
  <Characters>61996</Characters>
  <Application>Microsoft Office Word</Application>
  <DocSecurity>0</DocSecurity>
  <Lines>516</Lines>
  <Paragraphs>145</Paragraphs>
  <ScaleCrop>false</ScaleCrop>
  <Company/>
  <LinksUpToDate>false</LinksUpToDate>
  <CharactersWithSpaces>72727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2023-02-06T04:53:00Z</dcterms:created>
  <dcterms:modified xsi:type="dcterms:W3CDTF">2023-02-06T04:53:00Z</dcterms:modified>
</cp:coreProperties>
</file>